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73B16724" w:rsidR="006D392E" w:rsidRDefault="006D392E" w:rsidP="006D392E">
      <w:pPr>
        <w:spacing w:after="0" w:line="240" w:lineRule="auto"/>
        <w:rPr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1D4DE8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 xml:space="preserve"> </w:t>
      </w:r>
      <w:r w:rsidR="003E3011">
        <w:rPr>
          <w:lang w:eastAsia="cs-CZ"/>
        </w:rPr>
        <w:t>Zadávací dokumentace</w:t>
      </w:r>
      <w:r w:rsidR="004C1842">
        <w:rPr>
          <w:lang w:eastAsia="cs-CZ"/>
        </w:rPr>
        <w:t xml:space="preserve"> a zároveň příloha č. </w:t>
      </w:r>
      <w:r w:rsidR="004C1842" w:rsidRPr="00DA478F">
        <w:rPr>
          <w:lang w:eastAsia="cs-CZ"/>
        </w:rPr>
        <w:t>5</w:t>
      </w:r>
      <w:r w:rsidR="004C1842">
        <w:rPr>
          <w:lang w:eastAsia="cs-CZ"/>
        </w:rPr>
        <w:t xml:space="preserve"> Rámcové dohody</w:t>
      </w:r>
    </w:p>
    <w:p w14:paraId="4E00C202" w14:textId="77777777" w:rsidR="003E3011" w:rsidRPr="00D716B7" w:rsidRDefault="003E3011" w:rsidP="006D392E">
      <w:pPr>
        <w:spacing w:after="0" w:line="240" w:lineRule="auto"/>
        <w:rPr>
          <w:rFonts w:eastAsia="Times New Roman" w:cs="Times New Roman"/>
          <w:lang w:eastAsia="cs-CZ"/>
        </w:rPr>
      </w:pPr>
    </w:p>
    <w:p w14:paraId="5CAB4085" w14:textId="0A8E0915" w:rsidR="003E3011" w:rsidRDefault="003E3011" w:rsidP="00A035EA">
      <w:pPr>
        <w:widowControl w:val="0"/>
        <w:autoSpaceDE w:val="0"/>
        <w:spacing w:line="297" w:lineRule="exact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k TPD </w:t>
      </w:r>
    </w:p>
    <w:p w14:paraId="1D4A0CFA" w14:textId="30D708FB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9898B68" w14:textId="5B2374D8" w:rsidR="003E3011" w:rsidRPr="00C14D97" w:rsidRDefault="003E3011" w:rsidP="00EF6CBF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>
        <w:rPr>
          <w:rFonts w:eastAsia="Times New Roman" w:cs="Times New Roman"/>
          <w:b/>
          <w:lang w:eastAsia="cs-CZ"/>
        </w:rPr>
        <w:t>Olej pro suché mazání k ošetřování kluzných stoliček a závěrů výhybek - 2025</w:t>
      </w:r>
      <w:r w:rsidRPr="0077112C"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>
        <w:rPr>
          <w:rFonts w:eastAsia="Times New Roman" w:cs="Times New Roman"/>
          <w:lang w:eastAsia="cs-CZ"/>
        </w:rPr>
        <w:t xml:space="preserve">bude dodávat předmět plnění, na něž jsou uzavřené se Správou železnic, státní organizací, Technické </w:t>
      </w:r>
      <w:r w:rsidRPr="00C14D97">
        <w:rPr>
          <w:rFonts w:eastAsia="Times New Roman" w:cs="Times New Roman"/>
          <w:lang w:eastAsia="cs-CZ"/>
        </w:rPr>
        <w:t xml:space="preserve">podmínky dodací (dále jen „TPD“). </w:t>
      </w:r>
    </w:p>
    <w:p w14:paraId="7CB5D0B8" w14:textId="79304A48" w:rsidR="003E3011" w:rsidRPr="00C14D97" w:rsidRDefault="003E3011" w:rsidP="00EF6CBF">
      <w:pPr>
        <w:spacing w:line="240" w:lineRule="auto"/>
      </w:pPr>
      <w:r w:rsidRPr="00C14D97">
        <w:t>Účastník prohlašuje, že předmět plnění dodávaný v dílčích zakázkách bude splňovat technické podmínky uvedené v TPD. Účastník rovněž bere na vědomí své právní povinnosti z toho vyplývající, zejména závazek záruční doby dle stanovených TPD.</w:t>
      </w:r>
    </w:p>
    <w:p w14:paraId="66152F08" w14:textId="4C9E9D5F" w:rsidR="003E3011" w:rsidRPr="00C14D97" w:rsidRDefault="003E3011" w:rsidP="003E3011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se rozhodl, že pro tyto účely využije výrobky s následujícími TPD: </w:t>
      </w:r>
    </w:p>
    <w:tbl>
      <w:tblPr>
        <w:tblW w:w="8647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4"/>
        <w:gridCol w:w="4588"/>
        <w:gridCol w:w="1418"/>
        <w:gridCol w:w="1417"/>
      </w:tblGrid>
      <w:tr w:rsidR="0062501E" w:rsidRPr="009C46DE" w14:paraId="759B224C" w14:textId="77777777" w:rsidTr="0062501E">
        <w:trPr>
          <w:trHeight w:val="500"/>
        </w:trPr>
        <w:tc>
          <w:tcPr>
            <w:tcW w:w="1224" w:type="dxa"/>
            <w:shd w:val="clear" w:color="auto" w:fill="auto"/>
            <w:hideMark/>
          </w:tcPr>
          <w:p w14:paraId="58A16C76" w14:textId="389A3995" w:rsidR="0062501E" w:rsidRPr="00432F59" w:rsidRDefault="0062501E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 položky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45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CAC89A" w14:textId="6BC2AAD6" w:rsidR="0062501E" w:rsidRPr="00432F59" w:rsidRDefault="0062501E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432F59">
              <w:rPr>
                <w:rFonts w:ascii="Verdana" w:eastAsia="Times New Roman" w:hAnsi="Verdana" w:cs="Times New Roman"/>
                <w:b/>
                <w:lang w:eastAsia="cs-CZ"/>
              </w:rPr>
              <w:t xml:space="preserve">Název </w:t>
            </w:r>
            <w:r>
              <w:rPr>
                <w:rFonts w:ascii="Verdana" w:eastAsia="Times New Roman" w:hAnsi="Verdana" w:cs="Times New Roman"/>
                <w:b/>
                <w:lang w:eastAsia="cs-CZ"/>
              </w:rPr>
              <w:t>zboží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801DB2" w14:textId="77777777" w:rsidR="0062501E" w:rsidRDefault="0062501E" w:rsidP="0062501E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  <w:p w14:paraId="5DBC7114" w14:textId="7622E38A" w:rsidR="0062501E" w:rsidRDefault="0062501E" w:rsidP="0062501E">
            <w:pPr>
              <w:spacing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TPD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57E9EB3" w14:textId="17F644DC" w:rsidR="0062501E" w:rsidRPr="00432F59" w:rsidRDefault="0062501E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TPD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62501E" w:rsidRPr="00760D1D" w14:paraId="78B355F3" w14:textId="77777777" w:rsidTr="0062501E">
        <w:trPr>
          <w:trHeight w:val="460"/>
        </w:trPr>
        <w:tc>
          <w:tcPr>
            <w:tcW w:w="1224" w:type="dxa"/>
            <w:shd w:val="clear" w:color="auto" w:fill="auto"/>
            <w:vAlign w:val="center"/>
          </w:tcPr>
          <w:p w14:paraId="5B7FC5AE" w14:textId="77777777" w:rsidR="0062501E" w:rsidRPr="00760D1D" w:rsidRDefault="0062501E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4588" w:type="dxa"/>
            <w:shd w:val="clear" w:color="auto" w:fill="92D050"/>
            <w:vAlign w:val="center"/>
          </w:tcPr>
          <w:p w14:paraId="4FCF78A8" w14:textId="7547AE69" w:rsidR="0062501E" w:rsidRPr="00760D1D" w:rsidRDefault="0062501E" w:rsidP="0062501E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1418" w:type="dxa"/>
            <w:shd w:val="clear" w:color="auto" w:fill="92D050"/>
          </w:tcPr>
          <w:p w14:paraId="552D6028" w14:textId="77777777" w:rsidR="0062501E" w:rsidRPr="00760D1D" w:rsidRDefault="0062501E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417" w:type="dxa"/>
            <w:shd w:val="clear" w:color="auto" w:fill="92D050"/>
            <w:noWrap/>
            <w:vAlign w:val="center"/>
          </w:tcPr>
          <w:p w14:paraId="655493B4" w14:textId="214AFF35" w:rsidR="0062501E" w:rsidRPr="00760D1D" w:rsidRDefault="0062501E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  <w:tr w:rsidR="0062501E" w:rsidRPr="00760D1D" w14:paraId="486BDC65" w14:textId="77777777" w:rsidTr="0062501E">
        <w:trPr>
          <w:trHeight w:val="460"/>
        </w:trPr>
        <w:tc>
          <w:tcPr>
            <w:tcW w:w="1224" w:type="dxa"/>
            <w:shd w:val="clear" w:color="auto" w:fill="auto"/>
            <w:vAlign w:val="center"/>
          </w:tcPr>
          <w:p w14:paraId="12F54B42" w14:textId="77777777" w:rsidR="0062501E" w:rsidRPr="00760D1D" w:rsidRDefault="0062501E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760D1D"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4588" w:type="dxa"/>
            <w:shd w:val="clear" w:color="auto" w:fill="92D050"/>
            <w:vAlign w:val="center"/>
          </w:tcPr>
          <w:p w14:paraId="6754DFBE" w14:textId="59BD5B41" w:rsidR="0062501E" w:rsidRPr="00760D1D" w:rsidRDefault="0062501E" w:rsidP="0062501E">
            <w:pPr>
              <w:spacing w:line="240" w:lineRule="auto"/>
              <w:ind w:left="50" w:right="209"/>
              <w:jc w:val="left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418" w:type="dxa"/>
            <w:shd w:val="clear" w:color="auto" w:fill="92D050"/>
          </w:tcPr>
          <w:p w14:paraId="3D86C60E" w14:textId="77777777" w:rsidR="0062501E" w:rsidRPr="00760D1D" w:rsidRDefault="0062501E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417" w:type="dxa"/>
            <w:shd w:val="clear" w:color="auto" w:fill="92D050"/>
            <w:noWrap/>
            <w:vAlign w:val="center"/>
          </w:tcPr>
          <w:p w14:paraId="3E1861C7" w14:textId="48CEB872" w:rsidR="0062501E" w:rsidRPr="00760D1D" w:rsidRDefault="0062501E" w:rsidP="0062501E">
            <w:pPr>
              <w:spacing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</w:p>
        </w:tc>
      </w:tr>
    </w:tbl>
    <w:p w14:paraId="6AF1E157" w14:textId="380586FC" w:rsidR="009F392E" w:rsidRDefault="009F392E" w:rsidP="00015E2D">
      <w:pPr>
        <w:spacing w:line="240" w:lineRule="auto"/>
      </w:pPr>
    </w:p>
    <w:p w14:paraId="19665D51" w14:textId="77777777" w:rsidR="0062501E" w:rsidRDefault="0062501E" w:rsidP="00015E2D">
      <w:pPr>
        <w:spacing w:line="240" w:lineRule="auto"/>
      </w:pPr>
    </w:p>
    <w:p w14:paraId="0D4E4C92" w14:textId="77777777" w:rsidR="0062501E" w:rsidRDefault="0062501E" w:rsidP="00015E2D">
      <w:pPr>
        <w:spacing w:line="240" w:lineRule="auto"/>
      </w:pPr>
    </w:p>
    <w:p w14:paraId="0F93EEBA" w14:textId="77777777" w:rsidR="0062501E" w:rsidRDefault="0062501E" w:rsidP="00015E2D">
      <w:pPr>
        <w:spacing w:line="240" w:lineRule="auto"/>
      </w:pPr>
    </w:p>
    <w:p w14:paraId="062E785C" w14:textId="77777777" w:rsidR="0062501E" w:rsidRDefault="0062501E" w:rsidP="00015E2D">
      <w:pPr>
        <w:spacing w:line="240" w:lineRule="auto"/>
      </w:pPr>
    </w:p>
    <w:p w14:paraId="10A42BC0" w14:textId="77777777" w:rsidR="0062501E" w:rsidRDefault="0062501E" w:rsidP="00015E2D">
      <w:pPr>
        <w:spacing w:line="240" w:lineRule="auto"/>
      </w:pPr>
    </w:p>
    <w:p w14:paraId="7CB5643C" w14:textId="77777777" w:rsidR="0062501E" w:rsidRDefault="0062501E" w:rsidP="00015E2D">
      <w:pPr>
        <w:spacing w:line="240" w:lineRule="auto"/>
      </w:pPr>
    </w:p>
    <w:p w14:paraId="28B28817" w14:textId="77777777" w:rsidR="0062501E" w:rsidRDefault="0062501E" w:rsidP="00015E2D">
      <w:pPr>
        <w:spacing w:line="240" w:lineRule="auto"/>
      </w:pPr>
    </w:p>
    <w:p w14:paraId="14F3DE50" w14:textId="77777777" w:rsidR="0062501E" w:rsidRDefault="0062501E" w:rsidP="00015E2D">
      <w:pPr>
        <w:spacing w:line="240" w:lineRule="auto"/>
      </w:pPr>
    </w:p>
    <w:p w14:paraId="418F7027" w14:textId="77777777" w:rsidR="0062501E" w:rsidRDefault="0062501E" w:rsidP="00015E2D">
      <w:pPr>
        <w:spacing w:line="240" w:lineRule="auto"/>
      </w:pPr>
    </w:p>
    <w:p w14:paraId="26F753E0" w14:textId="77777777" w:rsidR="0062501E" w:rsidRDefault="0062501E" w:rsidP="00015E2D">
      <w:pPr>
        <w:spacing w:line="240" w:lineRule="auto"/>
      </w:pPr>
    </w:p>
    <w:p w14:paraId="10D433FA" w14:textId="65C33C11" w:rsidR="0062501E" w:rsidRPr="000B1AC4" w:rsidRDefault="0062501E" w:rsidP="000B1AC4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</w:p>
    <w:sectPr w:rsidR="0062501E" w:rsidRPr="000B1AC4" w:rsidSect="00D9029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191F4" w14:textId="77777777" w:rsidR="00515365" w:rsidRDefault="00515365" w:rsidP="00962258">
      <w:pPr>
        <w:spacing w:after="0" w:line="240" w:lineRule="auto"/>
      </w:pPr>
      <w:r>
        <w:separator/>
      </w:r>
    </w:p>
  </w:endnote>
  <w:endnote w:type="continuationSeparator" w:id="0">
    <w:p w14:paraId="47EDE50A" w14:textId="77777777" w:rsidR="00515365" w:rsidRDefault="0051536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F1715C" w:rsidRDefault="00F1715C" w:rsidP="00D831A3">
          <w:pPr>
            <w:pStyle w:val="Zpat"/>
          </w:pPr>
        </w:p>
      </w:tc>
    </w:tr>
  </w:tbl>
  <w:p w14:paraId="0D4A0C5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7777777" w:rsidR="003813B7" w:rsidRPr="00B8518B" w:rsidRDefault="003813B7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1F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3813B7" w:rsidRDefault="003813B7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3813B7" w:rsidRDefault="003813B7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3813B7" w:rsidRDefault="003813B7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3813B7" w:rsidRDefault="003813B7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3813B7" w:rsidRDefault="003813B7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3813B7" w:rsidRDefault="00E21FD0" w:rsidP="008A5E56">
          <w:pPr>
            <w:pStyle w:val="Zpat"/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F8691C2" w14:textId="77777777" w:rsidR="003813B7" w:rsidRDefault="003813B7" w:rsidP="008A5E56">
          <w:pPr>
            <w:pStyle w:val="Zpat"/>
            <w:spacing w:before="0"/>
          </w:pPr>
        </w:p>
      </w:tc>
    </w:tr>
  </w:tbl>
  <w:p w14:paraId="786748B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6DBE2" w14:textId="77777777" w:rsidR="00515365" w:rsidRDefault="00515365" w:rsidP="00962258">
      <w:pPr>
        <w:spacing w:after="0" w:line="240" w:lineRule="auto"/>
      </w:pPr>
      <w:r>
        <w:separator/>
      </w:r>
    </w:p>
  </w:footnote>
  <w:footnote w:type="continuationSeparator" w:id="0">
    <w:p w14:paraId="36B89306" w14:textId="77777777" w:rsidR="00515365" w:rsidRDefault="00515365" w:rsidP="00962258">
      <w:pPr>
        <w:spacing w:after="0" w:line="240" w:lineRule="auto"/>
      </w:pPr>
      <w:r>
        <w:continuationSeparator/>
      </w:r>
    </w:p>
  </w:footnote>
  <w:footnote w:id="1">
    <w:p w14:paraId="0F9FDA48" w14:textId="77777777" w:rsidR="0062501E" w:rsidRDefault="0062501E" w:rsidP="00FB15AB">
      <w:pPr>
        <w:pStyle w:val="Textpoznpodarou"/>
      </w:pPr>
      <w:r>
        <w:rPr>
          <w:rStyle w:val="Znakapoznpodarou"/>
        </w:rPr>
        <w:footnoteRef/>
      </w:r>
      <w:r>
        <w:t xml:space="preserve"> Číslování položek v tomto dokumentu určuje pořadí jednotlivého materiálu pro účely tohoto dokumentu a nemusí tak odpovídat číslování položek uvedených v </w:t>
      </w:r>
      <w:r w:rsidRPr="00DA478F">
        <w:t>příloze č. 1 Zadávací</w:t>
      </w:r>
      <w:r>
        <w:t xml:space="preserve"> dokumentace. </w:t>
      </w:r>
    </w:p>
  </w:footnote>
  <w:footnote w:id="2">
    <w:p w14:paraId="0A35DCDC" w14:textId="77777777" w:rsidR="0062501E" w:rsidRDefault="0062501E" w:rsidP="006250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4C3D">
        <w:t xml:space="preserve">Účastník uvede </w:t>
      </w:r>
      <w:r w:rsidRPr="00CB2E68">
        <w:t>osobu</w:t>
      </w:r>
      <w:r>
        <w:t xml:space="preserve"> (fyzickou či právnickou – zde uvede obchodní firmu)</w:t>
      </w:r>
      <w:r w:rsidRPr="00634C3D">
        <w:t>, která má se Zadavatelem pod uvedeným číslem TPD předmětné TPD uzavřeny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F1715C" w:rsidRPr="00D6163D" w:rsidRDefault="00F1715C" w:rsidP="00D6163D">
          <w:pPr>
            <w:pStyle w:val="Druhdokumentu"/>
          </w:pPr>
        </w:p>
      </w:tc>
    </w:tr>
  </w:tbl>
  <w:p w14:paraId="74E56F9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F1715C" w:rsidRPr="00D6163D" w:rsidRDefault="00F1715C" w:rsidP="00FC6389">
          <w:pPr>
            <w:pStyle w:val="Druhdokumentu"/>
          </w:pPr>
        </w:p>
      </w:tc>
    </w:tr>
    <w:tr w:rsidR="009F392E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9F392E" w:rsidRPr="00D6163D" w:rsidRDefault="009F392E" w:rsidP="00FC6389">
          <w:pPr>
            <w:pStyle w:val="Druhdokumentu"/>
          </w:pPr>
        </w:p>
      </w:tc>
    </w:tr>
  </w:tbl>
  <w:p w14:paraId="47E9858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35775790">
    <w:abstractNumId w:val="2"/>
  </w:num>
  <w:num w:numId="2" w16cid:durableId="56127376">
    <w:abstractNumId w:val="1"/>
  </w:num>
  <w:num w:numId="3" w16cid:durableId="18055441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1907178">
    <w:abstractNumId w:val="7"/>
  </w:num>
  <w:num w:numId="5" w16cid:durableId="30155284">
    <w:abstractNumId w:val="3"/>
  </w:num>
  <w:num w:numId="6" w16cid:durableId="1015496441">
    <w:abstractNumId w:val="4"/>
  </w:num>
  <w:num w:numId="7" w16cid:durableId="1274359488">
    <w:abstractNumId w:val="0"/>
  </w:num>
  <w:num w:numId="8" w16cid:durableId="758478249">
    <w:abstractNumId w:val="5"/>
  </w:num>
  <w:num w:numId="9" w16cid:durableId="8211927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7351475">
    <w:abstractNumId w:val="4"/>
  </w:num>
  <w:num w:numId="11" w16cid:durableId="1220745830">
    <w:abstractNumId w:val="1"/>
  </w:num>
  <w:num w:numId="12" w16cid:durableId="1167131324">
    <w:abstractNumId w:val="4"/>
  </w:num>
  <w:num w:numId="13" w16cid:durableId="716703431">
    <w:abstractNumId w:val="4"/>
  </w:num>
  <w:num w:numId="14" w16cid:durableId="2032026360">
    <w:abstractNumId w:val="4"/>
  </w:num>
  <w:num w:numId="15" w16cid:durableId="472411675">
    <w:abstractNumId w:val="4"/>
  </w:num>
  <w:num w:numId="16" w16cid:durableId="1037464469">
    <w:abstractNumId w:val="8"/>
  </w:num>
  <w:num w:numId="17" w16cid:durableId="603078541">
    <w:abstractNumId w:val="2"/>
  </w:num>
  <w:num w:numId="18" w16cid:durableId="1509829709">
    <w:abstractNumId w:val="8"/>
  </w:num>
  <w:num w:numId="19" w16cid:durableId="599921063">
    <w:abstractNumId w:val="8"/>
  </w:num>
  <w:num w:numId="20" w16cid:durableId="623341738">
    <w:abstractNumId w:val="8"/>
  </w:num>
  <w:num w:numId="21" w16cid:durableId="1635527010">
    <w:abstractNumId w:val="8"/>
  </w:num>
  <w:num w:numId="22" w16cid:durableId="2087607223">
    <w:abstractNumId w:val="4"/>
  </w:num>
  <w:num w:numId="23" w16cid:durableId="1940671624">
    <w:abstractNumId w:val="1"/>
  </w:num>
  <w:num w:numId="24" w16cid:durableId="791367833">
    <w:abstractNumId w:val="4"/>
  </w:num>
  <w:num w:numId="25" w16cid:durableId="39785230">
    <w:abstractNumId w:val="4"/>
  </w:num>
  <w:num w:numId="26" w16cid:durableId="2062241186">
    <w:abstractNumId w:val="4"/>
  </w:num>
  <w:num w:numId="27" w16cid:durableId="1497915215">
    <w:abstractNumId w:val="4"/>
  </w:num>
  <w:num w:numId="28" w16cid:durableId="1830100052">
    <w:abstractNumId w:val="8"/>
  </w:num>
  <w:num w:numId="29" w16cid:durableId="265694625">
    <w:abstractNumId w:val="2"/>
  </w:num>
  <w:num w:numId="30" w16cid:durableId="2050832253">
    <w:abstractNumId w:val="8"/>
  </w:num>
  <w:num w:numId="31" w16cid:durableId="1674381927">
    <w:abstractNumId w:val="8"/>
  </w:num>
  <w:num w:numId="32" w16cid:durableId="433021269">
    <w:abstractNumId w:val="8"/>
  </w:num>
  <w:num w:numId="33" w16cid:durableId="157916897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15E2D"/>
    <w:rsid w:val="00032878"/>
    <w:rsid w:val="0007282D"/>
    <w:rsid w:val="00072C1E"/>
    <w:rsid w:val="000818D9"/>
    <w:rsid w:val="000B1AC4"/>
    <w:rsid w:val="000E23A7"/>
    <w:rsid w:val="0010693F"/>
    <w:rsid w:val="00114472"/>
    <w:rsid w:val="001550BC"/>
    <w:rsid w:val="001605B9"/>
    <w:rsid w:val="00170EC5"/>
    <w:rsid w:val="001747C1"/>
    <w:rsid w:val="00184743"/>
    <w:rsid w:val="001D4DE8"/>
    <w:rsid w:val="001D6539"/>
    <w:rsid w:val="00207DF5"/>
    <w:rsid w:val="00217628"/>
    <w:rsid w:val="00266643"/>
    <w:rsid w:val="00280E07"/>
    <w:rsid w:val="002B76F2"/>
    <w:rsid w:val="002C31BF"/>
    <w:rsid w:val="002C7739"/>
    <w:rsid w:val="002D08B1"/>
    <w:rsid w:val="002E0CD7"/>
    <w:rsid w:val="002E2968"/>
    <w:rsid w:val="002F45BA"/>
    <w:rsid w:val="00337A7A"/>
    <w:rsid w:val="00341DCF"/>
    <w:rsid w:val="00357BC6"/>
    <w:rsid w:val="00363A3B"/>
    <w:rsid w:val="003813B7"/>
    <w:rsid w:val="003956C6"/>
    <w:rsid w:val="003B6DA0"/>
    <w:rsid w:val="003E3011"/>
    <w:rsid w:val="003E58EA"/>
    <w:rsid w:val="00441430"/>
    <w:rsid w:val="00450F07"/>
    <w:rsid w:val="00453CD3"/>
    <w:rsid w:val="00460660"/>
    <w:rsid w:val="00466F7A"/>
    <w:rsid w:val="00486107"/>
    <w:rsid w:val="004871B8"/>
    <w:rsid w:val="00491827"/>
    <w:rsid w:val="00495D6D"/>
    <w:rsid w:val="004B348C"/>
    <w:rsid w:val="004C1842"/>
    <w:rsid w:val="004C4399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15365"/>
    <w:rsid w:val="00523EA7"/>
    <w:rsid w:val="00553375"/>
    <w:rsid w:val="00557C28"/>
    <w:rsid w:val="005736B7"/>
    <w:rsid w:val="00575E5A"/>
    <w:rsid w:val="005A1D7F"/>
    <w:rsid w:val="005E71C8"/>
    <w:rsid w:val="005F1404"/>
    <w:rsid w:val="0061068E"/>
    <w:rsid w:val="0062501E"/>
    <w:rsid w:val="00660AD3"/>
    <w:rsid w:val="0066225E"/>
    <w:rsid w:val="00677B7F"/>
    <w:rsid w:val="00682D48"/>
    <w:rsid w:val="006A5570"/>
    <w:rsid w:val="006A689C"/>
    <w:rsid w:val="006B3D79"/>
    <w:rsid w:val="006D392E"/>
    <w:rsid w:val="006D7AFE"/>
    <w:rsid w:val="006E0578"/>
    <w:rsid w:val="006E314D"/>
    <w:rsid w:val="006F0232"/>
    <w:rsid w:val="006F2EDC"/>
    <w:rsid w:val="00706695"/>
    <w:rsid w:val="00710723"/>
    <w:rsid w:val="00723ED1"/>
    <w:rsid w:val="00743525"/>
    <w:rsid w:val="0076286B"/>
    <w:rsid w:val="00766846"/>
    <w:rsid w:val="0077673A"/>
    <w:rsid w:val="007846E1"/>
    <w:rsid w:val="007B570C"/>
    <w:rsid w:val="007C1A10"/>
    <w:rsid w:val="007C589B"/>
    <w:rsid w:val="007D7F50"/>
    <w:rsid w:val="007E4A6E"/>
    <w:rsid w:val="007F56A7"/>
    <w:rsid w:val="00807DD0"/>
    <w:rsid w:val="008659F3"/>
    <w:rsid w:val="00886D4B"/>
    <w:rsid w:val="00895406"/>
    <w:rsid w:val="008A3568"/>
    <w:rsid w:val="008A5E56"/>
    <w:rsid w:val="008C4874"/>
    <w:rsid w:val="008D03B9"/>
    <w:rsid w:val="008E2461"/>
    <w:rsid w:val="008F18D6"/>
    <w:rsid w:val="008F331D"/>
    <w:rsid w:val="00904780"/>
    <w:rsid w:val="00922385"/>
    <w:rsid w:val="009223DF"/>
    <w:rsid w:val="00923DE9"/>
    <w:rsid w:val="0092448F"/>
    <w:rsid w:val="00936091"/>
    <w:rsid w:val="00940D8A"/>
    <w:rsid w:val="009573B2"/>
    <w:rsid w:val="00962258"/>
    <w:rsid w:val="009678B7"/>
    <w:rsid w:val="009833E1"/>
    <w:rsid w:val="00992D9C"/>
    <w:rsid w:val="009959AE"/>
    <w:rsid w:val="00996202"/>
    <w:rsid w:val="00996CB8"/>
    <w:rsid w:val="009B14A9"/>
    <w:rsid w:val="009B2E97"/>
    <w:rsid w:val="009E07F4"/>
    <w:rsid w:val="009F09D2"/>
    <w:rsid w:val="009F392E"/>
    <w:rsid w:val="009F48A2"/>
    <w:rsid w:val="009F64D3"/>
    <w:rsid w:val="00A035EA"/>
    <w:rsid w:val="00A1741F"/>
    <w:rsid w:val="00A6177B"/>
    <w:rsid w:val="00A66136"/>
    <w:rsid w:val="00A92B23"/>
    <w:rsid w:val="00AA4CBB"/>
    <w:rsid w:val="00AA65FA"/>
    <w:rsid w:val="00AA7351"/>
    <w:rsid w:val="00AC5679"/>
    <w:rsid w:val="00AD056F"/>
    <w:rsid w:val="00AD6731"/>
    <w:rsid w:val="00AE26B3"/>
    <w:rsid w:val="00AF5147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47D15"/>
    <w:rsid w:val="00CD1FC4"/>
    <w:rsid w:val="00D074E8"/>
    <w:rsid w:val="00D2011C"/>
    <w:rsid w:val="00D21061"/>
    <w:rsid w:val="00D30C28"/>
    <w:rsid w:val="00D4108E"/>
    <w:rsid w:val="00D553C1"/>
    <w:rsid w:val="00D6163D"/>
    <w:rsid w:val="00D73D46"/>
    <w:rsid w:val="00D826C1"/>
    <w:rsid w:val="00D831A3"/>
    <w:rsid w:val="00D9029A"/>
    <w:rsid w:val="00DA478F"/>
    <w:rsid w:val="00DC75F3"/>
    <w:rsid w:val="00DD46F3"/>
    <w:rsid w:val="00DE56F2"/>
    <w:rsid w:val="00DF116D"/>
    <w:rsid w:val="00E018A4"/>
    <w:rsid w:val="00E21FD0"/>
    <w:rsid w:val="00E2278C"/>
    <w:rsid w:val="00E274F0"/>
    <w:rsid w:val="00E55BDE"/>
    <w:rsid w:val="00E82D17"/>
    <w:rsid w:val="00EB104F"/>
    <w:rsid w:val="00EB5147"/>
    <w:rsid w:val="00ED14BD"/>
    <w:rsid w:val="00ED5DAE"/>
    <w:rsid w:val="00EE5386"/>
    <w:rsid w:val="00F0533E"/>
    <w:rsid w:val="00F07C3C"/>
    <w:rsid w:val="00F1048D"/>
    <w:rsid w:val="00F12DEC"/>
    <w:rsid w:val="00F1715C"/>
    <w:rsid w:val="00F310F8"/>
    <w:rsid w:val="00F35939"/>
    <w:rsid w:val="00F371DE"/>
    <w:rsid w:val="00F45607"/>
    <w:rsid w:val="00F5558F"/>
    <w:rsid w:val="00F659EB"/>
    <w:rsid w:val="00F76E82"/>
    <w:rsid w:val="00F84E4B"/>
    <w:rsid w:val="00F86BA6"/>
    <w:rsid w:val="00FC6389"/>
    <w:rsid w:val="00FF0321"/>
    <w:rsid w:val="00FF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2501E"/>
    <w:rPr>
      <w:vertAlign w:val="superscript"/>
    </w:rPr>
  </w:style>
  <w:style w:type="character" w:customStyle="1" w:styleId="MstoaasChar">
    <w:name w:val="Místo a čas Char"/>
    <w:basedOn w:val="Standardnpsmoodstavce"/>
    <w:link w:val="Mstoaas"/>
    <w:locked/>
    <w:rsid w:val="0062501E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62501E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961A44-5B50-49D7-B4FD-64166D04D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16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Pavelková Ivana, Ing.</cp:lastModifiedBy>
  <cp:revision>18</cp:revision>
  <cp:lastPrinted>2025-05-27T13:40:00Z</cp:lastPrinted>
  <dcterms:created xsi:type="dcterms:W3CDTF">2024-05-10T09:21:00Z</dcterms:created>
  <dcterms:modified xsi:type="dcterms:W3CDTF">2025-05-27T13:40:00Z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